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080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7781D" w:rsidRPr="00B71EF9" w14:paraId="037A79A9" w14:textId="77777777" w:rsidTr="0094404E">
        <w:trPr>
          <w:trHeight w:hRule="exact" w:val="2880"/>
        </w:trPr>
        <w:tc>
          <w:tcPr>
            <w:tcW w:w="5760" w:type="dxa"/>
            <w:vAlign w:val="center"/>
          </w:tcPr>
          <w:p w14:paraId="01DE6872" w14:textId="77777777" w:rsidR="001E7E3F" w:rsidRPr="00907E65" w:rsidRDefault="00907E65" w:rsidP="00EC7C8D">
            <w:pPr>
              <w:pStyle w:val="Name"/>
              <w:ind w:left="0"/>
            </w:pPr>
            <w:r w:rsidRPr="00907E65">
              <w:fldChar w:fldCharType="begin"/>
            </w:r>
            <w:r w:rsidRPr="00907E65">
              <w:instrText xml:space="preserve"> MERGEFIELD Name </w:instrText>
            </w:r>
            <w:r w:rsidRPr="00907E65">
              <w:fldChar w:fldCharType="separate"/>
            </w:r>
            <w:r w:rsidR="00220255">
              <w:t>«Name»</w:t>
            </w:r>
            <w:r w:rsidRPr="00907E65">
              <w:fldChar w:fldCharType="end"/>
            </w:r>
          </w:p>
          <w:p w14:paraId="4C598C18" w14:textId="77777777" w:rsidR="0087781D" w:rsidRPr="00B8642D" w:rsidRDefault="00907E65" w:rsidP="00EC7C8D">
            <w:pPr>
              <w:pStyle w:val="Title"/>
              <w:ind w:left="-117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  <w:tc>
          <w:tcPr>
            <w:tcW w:w="270" w:type="dxa"/>
            <w:vMerge w:val="restart"/>
            <w:vAlign w:val="center"/>
          </w:tcPr>
          <w:p w14:paraId="226054C8" w14:textId="77777777" w:rsidR="0087781D" w:rsidRPr="00B71EF9" w:rsidRDefault="0087781D" w:rsidP="00EC7C8D">
            <w:pPr>
              <w:jc w:val="center"/>
            </w:pPr>
          </w:p>
        </w:tc>
        <w:bookmarkStart w:id="0" w:name="Blank_MP1_panel2"/>
        <w:bookmarkEnd w:id="0"/>
        <w:tc>
          <w:tcPr>
            <w:tcW w:w="5760" w:type="dxa"/>
            <w:vAlign w:val="center"/>
          </w:tcPr>
          <w:p w14:paraId="64A141E3" w14:textId="77777777" w:rsidR="00907E65" w:rsidRPr="00907E65" w:rsidRDefault="00907E65" w:rsidP="006855D8">
            <w:pPr>
              <w:pStyle w:val="Name"/>
              <w:ind w:left="-83"/>
            </w:pPr>
            <w:r w:rsidRPr="00907E65">
              <w:fldChar w:fldCharType="begin"/>
            </w:r>
            <w:r w:rsidRPr="00907E65">
              <w:instrText xml:space="preserve"> MERGEFIELD Name </w:instrText>
            </w:r>
            <w:r w:rsidRPr="00907E65">
              <w:fldChar w:fldCharType="separate"/>
            </w:r>
            <w:r w:rsidR="00220255">
              <w:t>«Name»</w:t>
            </w:r>
            <w:r w:rsidRPr="00907E65">
              <w:fldChar w:fldCharType="end"/>
            </w:r>
          </w:p>
          <w:p w14:paraId="19699B60" w14:textId="77777777" w:rsidR="0087781D" w:rsidRPr="00B71EF9" w:rsidRDefault="00907E65" w:rsidP="006855D8">
            <w:pPr>
              <w:pStyle w:val="Title"/>
              <w:ind w:left="-83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</w:tr>
      <w:bookmarkStart w:id="1" w:name="Blank_MP1_panel3"/>
      <w:bookmarkEnd w:id="1"/>
      <w:tr w:rsidR="00B8642D" w:rsidRPr="00B71EF9" w14:paraId="1FD977E6" w14:textId="77777777" w:rsidTr="0094404E">
        <w:trPr>
          <w:trHeight w:hRule="exact" w:val="2880"/>
        </w:trPr>
        <w:tc>
          <w:tcPr>
            <w:tcW w:w="5760" w:type="dxa"/>
            <w:vAlign w:val="center"/>
          </w:tcPr>
          <w:p w14:paraId="0C99FC53" w14:textId="77777777" w:rsidR="00907E65" w:rsidRDefault="00907E65" w:rsidP="00EC7C8D">
            <w:pPr>
              <w:pStyle w:val="Name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0A71AAE9" w14:textId="77777777" w:rsidR="00B8642D" w:rsidRPr="00B71EF9" w:rsidRDefault="00907E65" w:rsidP="00EC7C8D">
            <w:pPr>
              <w:pStyle w:val="Title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  <w:tc>
          <w:tcPr>
            <w:tcW w:w="270" w:type="dxa"/>
            <w:vMerge/>
            <w:vAlign w:val="center"/>
          </w:tcPr>
          <w:p w14:paraId="45B66D4F" w14:textId="77777777" w:rsidR="00B8642D" w:rsidRPr="00B71EF9" w:rsidRDefault="00B8642D" w:rsidP="00EC7C8D">
            <w:pPr>
              <w:jc w:val="center"/>
            </w:pPr>
          </w:p>
        </w:tc>
        <w:bookmarkStart w:id="2" w:name="Blank_MP1_panel4"/>
        <w:bookmarkEnd w:id="2"/>
        <w:tc>
          <w:tcPr>
            <w:tcW w:w="5760" w:type="dxa"/>
            <w:vAlign w:val="center"/>
          </w:tcPr>
          <w:p w14:paraId="028C402D" w14:textId="77777777" w:rsidR="00907E65" w:rsidRPr="00907E65" w:rsidRDefault="00907E65" w:rsidP="006855D8">
            <w:pPr>
              <w:pStyle w:val="Name"/>
              <w:ind w:left="-83"/>
            </w:pPr>
            <w:r w:rsidRPr="00907E65">
              <w:fldChar w:fldCharType="begin"/>
            </w:r>
            <w:r w:rsidRPr="00907E65">
              <w:instrText xml:space="preserve"> MERGEFIELD Name </w:instrText>
            </w:r>
            <w:r w:rsidRPr="00907E65">
              <w:fldChar w:fldCharType="separate"/>
            </w:r>
            <w:r w:rsidR="00220255">
              <w:t>«Name»</w:t>
            </w:r>
            <w:r w:rsidRPr="00907E65">
              <w:fldChar w:fldCharType="end"/>
            </w:r>
          </w:p>
          <w:p w14:paraId="5986B4F8" w14:textId="77777777" w:rsidR="00B8642D" w:rsidRPr="00B71EF9" w:rsidRDefault="00907E65" w:rsidP="006855D8">
            <w:pPr>
              <w:pStyle w:val="Title"/>
              <w:ind w:left="-83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</w:tr>
      <w:tr w:rsidR="00B8642D" w:rsidRPr="00B71EF9" w14:paraId="1DDDCC0B" w14:textId="77777777" w:rsidTr="0094404E">
        <w:trPr>
          <w:trHeight w:hRule="exact" w:val="2880"/>
        </w:trPr>
        <w:tc>
          <w:tcPr>
            <w:tcW w:w="5760" w:type="dxa"/>
            <w:vAlign w:val="center"/>
          </w:tcPr>
          <w:p w14:paraId="74D968F3" w14:textId="77777777" w:rsidR="00E32970" w:rsidRDefault="00E32970" w:rsidP="00E32970">
            <w:pPr>
              <w:pStyle w:val="Name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539C2D89" w14:textId="77777777" w:rsidR="00B8642D" w:rsidRPr="00B71EF9" w:rsidRDefault="00E32970" w:rsidP="00EC7C8D">
            <w:pPr>
              <w:pStyle w:val="Title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  <w:tc>
          <w:tcPr>
            <w:tcW w:w="270" w:type="dxa"/>
            <w:vMerge/>
            <w:vAlign w:val="center"/>
          </w:tcPr>
          <w:p w14:paraId="298BB2F8" w14:textId="77777777" w:rsidR="00B8642D" w:rsidRPr="00B71EF9" w:rsidRDefault="00B8642D" w:rsidP="00EC7C8D">
            <w:pPr>
              <w:jc w:val="center"/>
            </w:pPr>
          </w:p>
        </w:tc>
        <w:bookmarkStart w:id="3" w:name="Blank_MP1_panel6"/>
        <w:bookmarkEnd w:id="3"/>
        <w:tc>
          <w:tcPr>
            <w:tcW w:w="5760" w:type="dxa"/>
            <w:vAlign w:val="center"/>
          </w:tcPr>
          <w:p w14:paraId="6F5D9188" w14:textId="77777777" w:rsidR="00B8642D" w:rsidRDefault="00E32970" w:rsidP="006855D8">
            <w:pPr>
              <w:pStyle w:val="Name"/>
              <w:ind w:left="-83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73A50C82" w14:textId="77777777" w:rsidR="00E32970" w:rsidRPr="00E32970" w:rsidRDefault="00E32970" w:rsidP="006855D8">
            <w:pPr>
              <w:pStyle w:val="Title"/>
              <w:ind w:left="-83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</w:tr>
      <w:bookmarkStart w:id="4" w:name="Blank_MP1_panel7"/>
      <w:bookmarkEnd w:id="4"/>
      <w:tr w:rsidR="00B8642D" w:rsidRPr="00B71EF9" w14:paraId="0C09E72E" w14:textId="77777777" w:rsidTr="0094404E">
        <w:trPr>
          <w:trHeight w:hRule="exact" w:val="2880"/>
        </w:trPr>
        <w:tc>
          <w:tcPr>
            <w:tcW w:w="5760" w:type="dxa"/>
            <w:vAlign w:val="center"/>
          </w:tcPr>
          <w:p w14:paraId="60E97C5D" w14:textId="77777777" w:rsidR="00E32970" w:rsidRDefault="00E32970" w:rsidP="00E32970">
            <w:pPr>
              <w:pStyle w:val="Name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7854E8BA" w14:textId="77777777" w:rsidR="00B8642D" w:rsidRPr="00B71EF9" w:rsidRDefault="00E32970" w:rsidP="00EC7C8D">
            <w:pPr>
              <w:pStyle w:val="Title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  <w:tc>
          <w:tcPr>
            <w:tcW w:w="270" w:type="dxa"/>
            <w:vMerge/>
            <w:vAlign w:val="center"/>
          </w:tcPr>
          <w:p w14:paraId="6C712BD1" w14:textId="77777777" w:rsidR="00B8642D" w:rsidRPr="00B71EF9" w:rsidRDefault="00B8642D" w:rsidP="00EC7C8D">
            <w:pPr>
              <w:jc w:val="center"/>
            </w:pPr>
          </w:p>
        </w:tc>
        <w:bookmarkStart w:id="5" w:name="Blank_MP1_panel8"/>
        <w:bookmarkEnd w:id="5"/>
        <w:tc>
          <w:tcPr>
            <w:tcW w:w="5760" w:type="dxa"/>
            <w:vAlign w:val="center"/>
          </w:tcPr>
          <w:p w14:paraId="4CAAE1B1" w14:textId="77777777" w:rsidR="00E32970" w:rsidRDefault="00E32970" w:rsidP="006855D8">
            <w:pPr>
              <w:pStyle w:val="Name"/>
              <w:ind w:left="-83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52A12B60" w14:textId="77777777" w:rsidR="00B8642D" w:rsidRPr="00B71EF9" w:rsidRDefault="00E32970" w:rsidP="006855D8">
            <w:pPr>
              <w:pStyle w:val="Title"/>
              <w:ind w:left="-83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</w:tr>
      <w:bookmarkStart w:id="6" w:name="Blank_MP1_panel9"/>
      <w:bookmarkEnd w:id="6"/>
      <w:tr w:rsidR="00B8642D" w:rsidRPr="00B71EF9" w14:paraId="530E6EA3" w14:textId="77777777" w:rsidTr="0094404E">
        <w:trPr>
          <w:trHeight w:hRule="exact" w:val="2880"/>
        </w:trPr>
        <w:tc>
          <w:tcPr>
            <w:tcW w:w="5760" w:type="dxa"/>
            <w:vAlign w:val="center"/>
          </w:tcPr>
          <w:p w14:paraId="72F6995D" w14:textId="77777777" w:rsidR="00E32970" w:rsidRDefault="00E32970" w:rsidP="00E32970">
            <w:pPr>
              <w:pStyle w:val="Name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796673D3" w14:textId="77777777" w:rsidR="00B8642D" w:rsidRPr="00B71EF9" w:rsidRDefault="00E32970" w:rsidP="00EC7C8D">
            <w:pPr>
              <w:pStyle w:val="Title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  <w:tc>
          <w:tcPr>
            <w:tcW w:w="270" w:type="dxa"/>
            <w:vMerge/>
            <w:vAlign w:val="center"/>
          </w:tcPr>
          <w:p w14:paraId="6A766D32" w14:textId="77777777" w:rsidR="00B8642D" w:rsidRPr="00B71EF9" w:rsidRDefault="00B8642D" w:rsidP="00EC7C8D">
            <w:pPr>
              <w:jc w:val="center"/>
            </w:pPr>
          </w:p>
        </w:tc>
        <w:bookmarkStart w:id="7" w:name="Blank_MP1_panel10"/>
        <w:bookmarkEnd w:id="7"/>
        <w:tc>
          <w:tcPr>
            <w:tcW w:w="5760" w:type="dxa"/>
            <w:vAlign w:val="center"/>
          </w:tcPr>
          <w:p w14:paraId="5C4807A1" w14:textId="77777777" w:rsidR="00E32970" w:rsidRDefault="00E32970" w:rsidP="006855D8">
            <w:pPr>
              <w:pStyle w:val="Name"/>
              <w:ind w:left="-83"/>
            </w:pPr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 w:rsidR="00220255">
              <w:t>«Name»</w:t>
            </w:r>
            <w:r>
              <w:fldChar w:fldCharType="end"/>
            </w:r>
          </w:p>
          <w:p w14:paraId="52599DFA" w14:textId="77777777" w:rsidR="00B8642D" w:rsidRPr="00B71EF9" w:rsidRDefault="00E32970" w:rsidP="006855D8">
            <w:pPr>
              <w:pStyle w:val="Title"/>
              <w:ind w:left="-83"/>
            </w:pPr>
            <w:r>
              <w:fldChar w:fldCharType="begin"/>
            </w:r>
            <w:r>
              <w:instrText xml:space="preserve"> MERGEFIELD Title </w:instrText>
            </w:r>
            <w:r>
              <w:fldChar w:fldCharType="separate"/>
            </w:r>
            <w:r w:rsidR="00220255">
              <w:t>«Title»</w:t>
            </w:r>
            <w:r>
              <w:fldChar w:fldCharType="end"/>
            </w: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D70087">
              <w:t>«Next Record»</w:t>
            </w:r>
            <w:r>
              <w:fldChar w:fldCharType="end"/>
            </w:r>
          </w:p>
        </w:tc>
      </w:tr>
    </w:tbl>
    <w:p w14:paraId="6BB755DA" w14:textId="77777777" w:rsidR="00F72048" w:rsidRDefault="00F72048" w:rsidP="00EC7C8D">
      <w:pPr>
        <w:spacing w:after="0" w:line="20" w:lineRule="exact"/>
        <w:jc w:val="center"/>
      </w:pPr>
    </w:p>
    <w:sectPr w:rsidR="00F72048" w:rsidSect="001E1AAF">
      <w:headerReference w:type="default" r:id="rId7"/>
      <w:pgSz w:w="12240" w:h="15840"/>
      <w:pgMar w:top="720" w:right="446" w:bottom="605" w:left="34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AF950" w14:textId="77777777" w:rsidR="00220255" w:rsidRDefault="00220255" w:rsidP="00B8642D">
      <w:pPr>
        <w:spacing w:after="0" w:line="240" w:lineRule="auto"/>
      </w:pPr>
      <w:r>
        <w:separator/>
      </w:r>
    </w:p>
  </w:endnote>
  <w:endnote w:type="continuationSeparator" w:id="0">
    <w:p w14:paraId="77421C5E" w14:textId="77777777" w:rsidR="00220255" w:rsidRDefault="00220255" w:rsidP="00B8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3BCC1" w14:textId="77777777" w:rsidR="00220255" w:rsidRDefault="00220255" w:rsidP="00B8642D">
      <w:pPr>
        <w:spacing w:after="0" w:line="240" w:lineRule="auto"/>
      </w:pPr>
      <w:r>
        <w:separator/>
      </w:r>
    </w:p>
  </w:footnote>
  <w:footnote w:type="continuationSeparator" w:id="0">
    <w:p w14:paraId="437D8A07" w14:textId="77777777" w:rsidR="00220255" w:rsidRDefault="00220255" w:rsidP="00B8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04768" w14:textId="77777777" w:rsidR="001E1AAF" w:rsidRDefault="001E1AAF">
    <w:pPr>
      <w:pStyle w:val="Header"/>
    </w:pPr>
    <w:r w:rsidRPr="002F0A6C">
      <w:rPr>
        <w:noProof/>
      </w:rPr>
      <w:drawing>
        <wp:anchor distT="0" distB="0" distL="114300" distR="114300" simplePos="0" relativeHeight="251659264" behindDoc="1" locked="1" layoutInCell="1" allowOverlap="1" wp14:anchorId="44C6BB54" wp14:editId="170D68F3">
          <wp:simplePos x="0" y="0"/>
          <wp:positionH relativeFrom="page">
            <wp:posOffset>8255</wp:posOffset>
          </wp:positionH>
          <wp:positionV relativeFrom="page">
            <wp:posOffset>635</wp:posOffset>
          </wp:positionV>
          <wp:extent cx="7772400" cy="10058400"/>
          <wp:effectExtent l="0" t="0" r="0" b="0"/>
          <wp:wrapNone/>
          <wp:docPr id="508007011" name="Picture 3" descr="A yellow and black striped background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9741028" name="Picture 3" descr="A yellow and black striped background&#10;&#10;AI-generated content may be incorrect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55"/>
    <w:rsid w:val="00072C2F"/>
    <w:rsid w:val="001D7F7F"/>
    <w:rsid w:val="001E1AAF"/>
    <w:rsid w:val="001E7E3F"/>
    <w:rsid w:val="001F714A"/>
    <w:rsid w:val="00220255"/>
    <w:rsid w:val="002A24A0"/>
    <w:rsid w:val="002C3A4A"/>
    <w:rsid w:val="00401827"/>
    <w:rsid w:val="00526783"/>
    <w:rsid w:val="006855D8"/>
    <w:rsid w:val="00742DCF"/>
    <w:rsid w:val="00785F98"/>
    <w:rsid w:val="007942E9"/>
    <w:rsid w:val="0087781D"/>
    <w:rsid w:val="00890F22"/>
    <w:rsid w:val="00894B3C"/>
    <w:rsid w:val="008B73C3"/>
    <w:rsid w:val="00907E65"/>
    <w:rsid w:val="00921763"/>
    <w:rsid w:val="0094404E"/>
    <w:rsid w:val="00A25A5C"/>
    <w:rsid w:val="00B2262D"/>
    <w:rsid w:val="00B71EF9"/>
    <w:rsid w:val="00B8642D"/>
    <w:rsid w:val="00C225C7"/>
    <w:rsid w:val="00CF7976"/>
    <w:rsid w:val="00D3195D"/>
    <w:rsid w:val="00D3517B"/>
    <w:rsid w:val="00D70087"/>
    <w:rsid w:val="00E32970"/>
    <w:rsid w:val="00EC7C8D"/>
    <w:rsid w:val="00EF3FD4"/>
    <w:rsid w:val="00EF7F2B"/>
    <w:rsid w:val="00F549BD"/>
    <w:rsid w:val="00F7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48C54"/>
  <w15:chartTrackingRefBased/>
  <w15:docId w15:val="{451DC73B-2BD6-844F-A2F4-35636380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paragraph" w:styleId="Header">
    <w:name w:val="header"/>
    <w:basedOn w:val="Normal"/>
    <w:link w:val="HeaderChar"/>
    <w:uiPriority w:val="99"/>
    <w:unhideWhenUsed/>
    <w:rsid w:val="00B864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4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864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42D"/>
    <w:rPr>
      <w:sz w:val="22"/>
      <w:szCs w:val="22"/>
    </w:rPr>
  </w:style>
  <w:style w:type="paragraph" w:customStyle="1" w:styleId="Name">
    <w:name w:val="Name"/>
    <w:basedOn w:val="Normal"/>
    <w:qFormat/>
    <w:rsid w:val="00907E65"/>
    <w:pPr>
      <w:spacing w:after="0"/>
      <w:ind w:left="-115" w:right="-29"/>
      <w:jc w:val="center"/>
    </w:pPr>
    <w:rPr>
      <w:rFonts w:ascii="Arial" w:hAnsi="Arial" w:cs="Arial"/>
      <w:b/>
      <w:bCs/>
      <w:noProof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1E7E3F"/>
    <w:pPr>
      <w:ind w:left="-207" w:right="-27"/>
      <w:jc w:val="center"/>
    </w:pPr>
    <w:rPr>
      <w:rFonts w:ascii="Arial" w:hAnsi="Arial" w:cs="Arial"/>
      <w:noProof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1E7E3F"/>
    <w:rPr>
      <w:rFonts w:ascii="Arial" w:hAnsi="Arial" w:cs="Arial"/>
      <w:noProof/>
      <w:sz w:val="26"/>
      <w:szCs w:val="26"/>
    </w:rPr>
  </w:style>
  <w:style w:type="table" w:styleId="TableGridLight">
    <w:name w:val="Grid Table Light"/>
    <w:basedOn w:val="TableNormal"/>
    <w:uiPriority w:val="40"/>
    <w:rsid w:val="00785F9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pacer">
    <w:name w:val="Spacer"/>
    <w:basedOn w:val="Name"/>
    <w:rsid w:val="00EC7C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ue/Library/CloudStorage/OneDrive-UniversityofIowa/IOWA-Brand/IOWA-Templates/IOWA-NameTag-Avery-Templates/IOWA-NameTag-Template-Avery5163-20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F9F3AB-1526-1C47-A9E9-D3A196F7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IOWA-NameTag-Template-Avery5163-2025.dotx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Company>Avery Products Corporation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Cue, Sondra M</dc:creator>
  <cp:keywords>Avery, Templates</cp:keywords>
  <dc:description>Copyright 2018 Avery Products Corporation. All rights reserved.</dc:description>
  <cp:lastModifiedBy>Cue, Sondra M</cp:lastModifiedBy>
  <cp:revision>1</cp:revision>
  <cp:lastPrinted>2025-04-17T16:51:00Z</cp:lastPrinted>
  <dcterms:created xsi:type="dcterms:W3CDTF">2025-04-18T14:40:00Z</dcterms:created>
  <dcterms:modified xsi:type="dcterms:W3CDTF">2025-04-18T14:41:00Z</dcterms:modified>
  <cp:category>Avery Products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